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F7320" w14:textId="77777777" w:rsidR="004D36D7" w:rsidRPr="00FD4A68" w:rsidRDefault="009D652D" w:rsidP="004A2CB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DB86804FC9F4324A8584DFE081CE98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02C3E">
            <w:t>Lab - Research Networking Standards</w:t>
          </w:r>
        </w:sdtContent>
      </w:sdt>
      <w:r w:rsidR="004D36D7" w:rsidRPr="00FD4A68">
        <w:t xml:space="preserve"> </w:t>
      </w:r>
    </w:p>
    <w:p w14:paraId="44E09526" w14:textId="77777777" w:rsidR="003D771E" w:rsidRPr="00BB73FF" w:rsidRDefault="003D771E" w:rsidP="003D771E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76C6BCD3" w14:textId="77777777" w:rsidR="003D771E" w:rsidRPr="003D771E" w:rsidRDefault="003D771E" w:rsidP="003D771E">
      <w:pPr>
        <w:pStyle w:val="Bulletlevel1"/>
        <w:rPr>
          <w:b/>
        </w:rPr>
      </w:pPr>
      <w:r w:rsidRPr="003D771E">
        <w:rPr>
          <w:b/>
        </w:rPr>
        <w:t>Research Networking Standards Organizations</w:t>
      </w:r>
    </w:p>
    <w:p w14:paraId="4146EBAE" w14:textId="77777777" w:rsidR="003D771E" w:rsidRPr="003D771E" w:rsidRDefault="003D771E" w:rsidP="003D771E">
      <w:pPr>
        <w:pStyle w:val="Bulletlevel1"/>
        <w:rPr>
          <w:b/>
        </w:rPr>
      </w:pPr>
      <w:r w:rsidRPr="003D771E">
        <w:rPr>
          <w:b/>
        </w:rPr>
        <w:t>Reflect on Internet and Computer Networking Experiences</w:t>
      </w:r>
    </w:p>
    <w:p w14:paraId="58CC43F5" w14:textId="77777777" w:rsidR="003D771E" w:rsidRPr="00C07FD9" w:rsidRDefault="003D771E" w:rsidP="003D771E">
      <w:pPr>
        <w:pStyle w:val="Heading1"/>
        <w:numPr>
          <w:ilvl w:val="0"/>
          <w:numId w:val="3"/>
        </w:numPr>
      </w:pPr>
      <w:r>
        <w:t>Background / Scenario</w:t>
      </w:r>
    </w:p>
    <w:p w14:paraId="2F57EE5D" w14:textId="77777777" w:rsidR="003D771E" w:rsidRDefault="003D771E" w:rsidP="003D771E">
      <w:pPr>
        <w:pStyle w:val="BodyTextL25"/>
      </w:pPr>
      <w:r>
        <w:t>Using web search engines like Google, research the non-profit organizations that are responsible for establishing international standards for the internet and the development of internet technologies.</w:t>
      </w:r>
    </w:p>
    <w:p w14:paraId="5B602FE3" w14:textId="77777777" w:rsidR="003D771E" w:rsidRDefault="003D771E" w:rsidP="003D771E">
      <w:pPr>
        <w:pStyle w:val="Heading1"/>
        <w:numPr>
          <w:ilvl w:val="0"/>
          <w:numId w:val="3"/>
        </w:numPr>
      </w:pPr>
      <w:r>
        <w:t>Required Resources</w:t>
      </w:r>
    </w:p>
    <w:p w14:paraId="141A09F5" w14:textId="77777777" w:rsidR="003D771E" w:rsidRDefault="003D771E" w:rsidP="003D771E">
      <w:pPr>
        <w:pStyle w:val="BodyTextL25"/>
      </w:pPr>
      <w:r>
        <w:t xml:space="preserve">Device with </w:t>
      </w:r>
      <w:r w:rsidR="00465B52">
        <w:t>i</w:t>
      </w:r>
      <w:r>
        <w:t>nternet access</w:t>
      </w:r>
    </w:p>
    <w:p w14:paraId="45FCC476" w14:textId="77777777" w:rsidR="00EE6CEE" w:rsidRDefault="00EE6CEE" w:rsidP="00EE6CEE">
      <w:pPr>
        <w:pStyle w:val="Heading1"/>
      </w:pPr>
      <w:r>
        <w:t>Instructions</w:t>
      </w:r>
    </w:p>
    <w:p w14:paraId="0D09AF26" w14:textId="77777777" w:rsidR="003D771E" w:rsidRDefault="003D771E" w:rsidP="003D771E">
      <w:pPr>
        <w:pStyle w:val="Heading2"/>
      </w:pPr>
      <w:r>
        <w:t>Research Networking Standards Organizations</w:t>
      </w:r>
    </w:p>
    <w:p w14:paraId="4790F4D5" w14:textId="77777777" w:rsidR="003D771E" w:rsidRDefault="003D771E" w:rsidP="003D771E">
      <w:pPr>
        <w:pStyle w:val="BodyTextL25"/>
        <w:rPr>
          <w:szCs w:val="16"/>
        </w:rPr>
      </w:pPr>
      <w:r>
        <w:rPr>
          <w:lang w:val="en-CA"/>
        </w:rPr>
        <w:t xml:space="preserve">In this step, you will identify some of the major standards organizations and </w:t>
      </w:r>
      <w:r>
        <w:t xml:space="preserve">important characteristics, such as the </w:t>
      </w:r>
      <w:r>
        <w:rPr>
          <w:szCs w:val="16"/>
        </w:rPr>
        <w:t>number of years in existence, the size of their membership, the important historical figures, some of the responsibilities and duties, organizational oversight role, and the location of the organization’s headquarters.</w:t>
      </w:r>
    </w:p>
    <w:p w14:paraId="1F0D79C8" w14:textId="77777777" w:rsidR="003D771E" w:rsidRDefault="003D771E" w:rsidP="003D771E">
      <w:pPr>
        <w:pStyle w:val="BodyTextL25"/>
      </w:pPr>
      <w:r>
        <w:t>Use a web browser or websites for various organizations to research information about the following organizations and the people who have been instrumental in maintaining them.</w:t>
      </w:r>
    </w:p>
    <w:p w14:paraId="63059E6F" w14:textId="77777777" w:rsidR="003D771E" w:rsidRDefault="003D771E" w:rsidP="003D771E">
      <w:pPr>
        <w:pStyle w:val="BodyTextL25"/>
      </w:pPr>
      <w:r>
        <w:t>You can find answers to the questions below by searching the following organizational acronyms and terms: ISO, ITU, ICANN, IANA, IEEE, EIA, TIA, ISOC, IAB, IETF, W3C, RFC, and Wi-Fi Alliance.</w:t>
      </w:r>
    </w:p>
    <w:p w14:paraId="699BEBAD" w14:textId="77777777" w:rsidR="008A5A8D" w:rsidRPr="001D2C09" w:rsidRDefault="008A5A8D" w:rsidP="008A5A8D">
      <w:pPr>
        <w:pStyle w:val="Heading3"/>
      </w:pPr>
      <w:r>
        <w:t>Questions:</w:t>
      </w:r>
    </w:p>
    <w:p w14:paraId="1DAD4682" w14:textId="77777777" w:rsidR="003D771E" w:rsidRDefault="003D771E" w:rsidP="00C51146">
      <w:pPr>
        <w:pStyle w:val="ReflectionQ"/>
        <w:spacing w:before="0"/>
      </w:pPr>
      <w:r>
        <w:t>Who is Jonathan B. Postel and what is he known for?</w:t>
      </w:r>
    </w:p>
    <w:p w14:paraId="1B76A9F8" w14:textId="77777777" w:rsidR="003D771E" w:rsidRPr="00076AD3" w:rsidRDefault="003D771E" w:rsidP="00835C97">
      <w:pPr>
        <w:pStyle w:val="AnswerLineL25"/>
        <w:spacing w:before="400" w:after="400"/>
      </w:pPr>
      <w:r>
        <w:t>Type your answers here.</w:t>
      </w:r>
    </w:p>
    <w:p w14:paraId="3263402C" w14:textId="77777777" w:rsidR="003D771E" w:rsidRDefault="003D771E" w:rsidP="00C51146">
      <w:pPr>
        <w:pStyle w:val="ReflectionQ"/>
      </w:pPr>
      <w:r>
        <w:t xml:space="preserve">Which two related organizations are responsible for managing the top-level domain name space and the root </w:t>
      </w:r>
      <w:r w:rsidRPr="00411BA1">
        <w:t>Domain Name System</w:t>
      </w:r>
      <w:r>
        <w:t xml:space="preserve"> (DNS) name servers on the </w:t>
      </w:r>
      <w:r w:rsidR="00331FEA">
        <w:t>i</w:t>
      </w:r>
      <w:r>
        <w:t>nternet?</w:t>
      </w:r>
    </w:p>
    <w:p w14:paraId="24A1B0DA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6A0A5F01" w14:textId="77777777" w:rsidR="003D771E" w:rsidRDefault="003D771E" w:rsidP="00C51146">
      <w:pPr>
        <w:pStyle w:val="ReflectionQ"/>
      </w:pPr>
      <w:r>
        <w:t xml:space="preserve">Vinton Cerf has been called one of main fathers of the </w:t>
      </w:r>
      <w:r w:rsidR="00331FEA">
        <w:t>i</w:t>
      </w:r>
      <w:r>
        <w:t xml:space="preserve">nternet. What </w:t>
      </w:r>
      <w:r w:rsidR="00331FEA">
        <w:t>i</w:t>
      </w:r>
      <w:r>
        <w:t xml:space="preserve">nternet organizations did he chair or help found? What </w:t>
      </w:r>
      <w:r w:rsidR="00331FEA">
        <w:t>i</w:t>
      </w:r>
      <w:r>
        <w:t>nternet technologies did he help to develop?</w:t>
      </w:r>
    </w:p>
    <w:p w14:paraId="2AEB91F7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2A4B7A16" w14:textId="77777777" w:rsidR="003D771E" w:rsidRDefault="003D771E" w:rsidP="00C51146">
      <w:pPr>
        <w:pStyle w:val="ReflectionQ"/>
      </w:pPr>
      <w:r>
        <w:t>What organization is responsible for publishing Request for Comments (RFC)?</w:t>
      </w:r>
    </w:p>
    <w:p w14:paraId="2C97712A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48DD238F" w14:textId="77777777" w:rsidR="003D771E" w:rsidRDefault="003D771E" w:rsidP="00C51146">
      <w:pPr>
        <w:pStyle w:val="ReflectionQ"/>
      </w:pPr>
      <w:r>
        <w:t>What do RFC 349 and RFC 1700 have in common?</w:t>
      </w:r>
    </w:p>
    <w:p w14:paraId="66AA13D7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25C818B7" w14:textId="35B206BE" w:rsidR="003D771E" w:rsidRDefault="003D771E" w:rsidP="009878DE">
      <w:pPr>
        <w:pStyle w:val="ReflectionQ"/>
      </w:pPr>
      <w:r>
        <w:lastRenderedPageBreak/>
        <w:t>What RFC number is the ARPAWOCKY? What is it?</w:t>
      </w:r>
      <w:bookmarkStart w:id="0" w:name="_GoBack"/>
      <w:bookmarkEnd w:id="0"/>
    </w:p>
    <w:p w14:paraId="0868F6C1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3DCF0E86" w14:textId="77777777" w:rsidR="003D771E" w:rsidRDefault="003D771E" w:rsidP="00C51146">
      <w:pPr>
        <w:pStyle w:val="ReflectionQ"/>
      </w:pPr>
      <w:r>
        <w:t>Who founded the World Wide Web Consortium (W3C)?</w:t>
      </w:r>
    </w:p>
    <w:p w14:paraId="4B6CFE4D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2F649EB9" w14:textId="77777777" w:rsidR="003D771E" w:rsidRDefault="003D771E" w:rsidP="00C51146">
      <w:pPr>
        <w:pStyle w:val="ReflectionQ"/>
      </w:pPr>
      <w:r>
        <w:t>Name 10 World Wide Web (WWW) standards that the W3C develops and maintains?</w:t>
      </w:r>
    </w:p>
    <w:p w14:paraId="4229F560" w14:textId="77777777" w:rsidR="003D771E" w:rsidRPr="003D771E" w:rsidRDefault="003D771E" w:rsidP="00835C97">
      <w:pPr>
        <w:pStyle w:val="AnswerLineL25"/>
        <w:spacing w:before="300" w:after="300"/>
      </w:pPr>
      <w:r>
        <w:t>Type your answers here.</w:t>
      </w:r>
    </w:p>
    <w:p w14:paraId="5EB7395E" w14:textId="77777777" w:rsidR="003D771E" w:rsidRDefault="003D771E" w:rsidP="00C51146">
      <w:pPr>
        <w:pStyle w:val="ReflectionQ"/>
      </w:pPr>
      <w:r>
        <w:t>Where is the Institute of Electrical and Electronics Engineers (IEEE) headquarters located and what is the significance of its logo?</w:t>
      </w:r>
    </w:p>
    <w:p w14:paraId="3620AEA7" w14:textId="77777777" w:rsidR="003D771E" w:rsidRPr="00076AD3" w:rsidRDefault="003D771E" w:rsidP="00835C97">
      <w:pPr>
        <w:pStyle w:val="AnswerLineL25"/>
        <w:spacing w:before="400" w:after="400"/>
      </w:pPr>
      <w:r>
        <w:t>Type your answers here.</w:t>
      </w:r>
    </w:p>
    <w:p w14:paraId="1ED91EE7" w14:textId="77777777" w:rsidR="003D771E" w:rsidRDefault="003D771E" w:rsidP="00C51146">
      <w:pPr>
        <w:pStyle w:val="ReflectionQ"/>
      </w:pPr>
      <w:r>
        <w:t xml:space="preserve">What is the IEEE standard for the </w:t>
      </w:r>
      <w:r>
        <w:rPr>
          <w:rFonts w:cs="Arial"/>
          <w:color w:val="212121"/>
          <w:shd w:val="clear" w:color="auto" w:fill="FFFFFF"/>
        </w:rPr>
        <w:t>Wi-Fi Protected Access</w:t>
      </w:r>
      <w:r>
        <w:t xml:space="preserve"> 2 (WPA2) security protocol?</w:t>
      </w:r>
    </w:p>
    <w:p w14:paraId="0A833C6B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67B186B2" w14:textId="77777777" w:rsidR="003D771E" w:rsidRDefault="003D771E" w:rsidP="00C51146">
      <w:pPr>
        <w:pStyle w:val="ReflectionQ"/>
      </w:pPr>
      <w:r>
        <w:t>Is the Wi-Fi Alliance a non-profit standards organization? What is their goal?</w:t>
      </w:r>
    </w:p>
    <w:p w14:paraId="208952DA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4F3C3628" w14:textId="77777777" w:rsidR="003D771E" w:rsidRDefault="003D771E" w:rsidP="00C51146">
      <w:pPr>
        <w:pStyle w:val="ReflectionQ"/>
      </w:pPr>
      <w:r>
        <w:t xml:space="preserve">Who is </w:t>
      </w:r>
      <w:proofErr w:type="spellStart"/>
      <w:r>
        <w:t>Hamadoun</w:t>
      </w:r>
      <w:proofErr w:type="spellEnd"/>
      <w:r>
        <w:t xml:space="preserve"> Tour</w:t>
      </w:r>
      <w:r>
        <w:rPr>
          <w:rFonts w:cs="Arial"/>
        </w:rPr>
        <w:t>é</w:t>
      </w:r>
      <w:r>
        <w:t>?</w:t>
      </w:r>
    </w:p>
    <w:p w14:paraId="53F688E0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33EDEC3E" w14:textId="77777777" w:rsidR="003D771E" w:rsidRDefault="003D771E" w:rsidP="00C51146">
      <w:pPr>
        <w:pStyle w:val="ReflectionQ"/>
      </w:pPr>
      <w:r>
        <w:t xml:space="preserve">What is the </w:t>
      </w:r>
      <w:r>
        <w:rPr>
          <w:rFonts w:cs="Arial"/>
          <w:color w:val="212121"/>
          <w:shd w:val="clear" w:color="auto" w:fill="FFFFFF"/>
        </w:rPr>
        <w:t>International Telecommunication Union</w:t>
      </w:r>
      <w:r>
        <w:t xml:space="preserve"> (ITU) and where is it headquartered?</w:t>
      </w:r>
    </w:p>
    <w:p w14:paraId="498CCB75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3966258A" w14:textId="77777777" w:rsidR="003D771E" w:rsidRDefault="003D771E" w:rsidP="00C51146">
      <w:pPr>
        <w:pStyle w:val="ReflectionQ"/>
      </w:pPr>
      <w:r>
        <w:t>Name the three ITU sectors.</w:t>
      </w:r>
    </w:p>
    <w:p w14:paraId="1EBAF767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05B1DCD9" w14:textId="77777777" w:rsidR="003D771E" w:rsidRDefault="003D771E" w:rsidP="00C51146">
      <w:pPr>
        <w:pStyle w:val="ReflectionQ"/>
      </w:pPr>
      <w:r>
        <w:t>What does the RS in RS-232 stand for and which organization introduced it?</w:t>
      </w:r>
    </w:p>
    <w:p w14:paraId="13722DAD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1E4F0C35" w14:textId="77777777" w:rsidR="003D771E" w:rsidRDefault="003D771E" w:rsidP="00C51146">
      <w:pPr>
        <w:pStyle w:val="ReflectionQ"/>
      </w:pPr>
      <w:r>
        <w:t xml:space="preserve">What is </w:t>
      </w:r>
      <w:proofErr w:type="spellStart"/>
      <w:r>
        <w:t>SpaceWire</w:t>
      </w:r>
      <w:proofErr w:type="spellEnd"/>
      <w:r>
        <w:t>?</w:t>
      </w:r>
    </w:p>
    <w:p w14:paraId="5994163C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2125D27E" w14:textId="77777777" w:rsidR="003D771E" w:rsidRDefault="003D771E" w:rsidP="00C51146">
      <w:pPr>
        <w:pStyle w:val="ReflectionQ"/>
      </w:pPr>
      <w:r>
        <w:t>What is the mission of the ISOC and where are its headquarters located?</w:t>
      </w:r>
    </w:p>
    <w:p w14:paraId="4308E552" w14:textId="77777777" w:rsidR="003D771E" w:rsidRPr="00076AD3" w:rsidRDefault="003D771E" w:rsidP="00835C97">
      <w:pPr>
        <w:pStyle w:val="AnswerLineL25"/>
        <w:spacing w:before="400" w:after="400"/>
      </w:pPr>
      <w:r>
        <w:t>Type your answers here.</w:t>
      </w:r>
    </w:p>
    <w:p w14:paraId="47524172" w14:textId="77777777" w:rsidR="003D771E" w:rsidRDefault="003D771E" w:rsidP="00C51146">
      <w:pPr>
        <w:pStyle w:val="ReflectionQ"/>
      </w:pPr>
      <w:r>
        <w:t>What organizations does the IAB oversee?</w:t>
      </w:r>
    </w:p>
    <w:p w14:paraId="39A59745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20A8F847" w14:textId="77777777" w:rsidR="003D771E" w:rsidRDefault="003D771E" w:rsidP="00C51146">
      <w:pPr>
        <w:pStyle w:val="ReflectionQ"/>
      </w:pPr>
      <w:r>
        <w:t>What organization oversees the IAB?</w:t>
      </w:r>
    </w:p>
    <w:p w14:paraId="0D4976D7" w14:textId="77777777" w:rsidR="003D771E" w:rsidRPr="00076AD3" w:rsidRDefault="003D771E" w:rsidP="003D771E">
      <w:pPr>
        <w:pStyle w:val="AnswerLineL25"/>
      </w:pPr>
      <w:r>
        <w:t>Type your answers here.</w:t>
      </w:r>
    </w:p>
    <w:p w14:paraId="5660CEAD" w14:textId="77777777" w:rsidR="003D771E" w:rsidRDefault="003D771E" w:rsidP="00C51146">
      <w:pPr>
        <w:pStyle w:val="ReflectionQ"/>
      </w:pPr>
      <w:r>
        <w:lastRenderedPageBreak/>
        <w:t>When was the ISO founded and where are its headquarters located?</w:t>
      </w:r>
    </w:p>
    <w:p w14:paraId="5AE5A201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3684F46E" w14:textId="77777777" w:rsidR="003D771E" w:rsidRDefault="003D771E" w:rsidP="003D771E">
      <w:pPr>
        <w:pStyle w:val="Heading2"/>
      </w:pPr>
      <w:r>
        <w:t>Reflect</w:t>
      </w:r>
      <w:r w:rsidRPr="00CA3DCD">
        <w:t xml:space="preserve"> </w:t>
      </w:r>
      <w:r>
        <w:t>on Internet and Computer Networking Experiences</w:t>
      </w:r>
    </w:p>
    <w:p w14:paraId="25A1E14D" w14:textId="77777777" w:rsidR="003D771E" w:rsidRDefault="003D771E" w:rsidP="003D771E">
      <w:pPr>
        <w:pStyle w:val="BodyTextL25"/>
      </w:pPr>
      <w:r>
        <w:t xml:space="preserve">Take a moment to think about the </w:t>
      </w:r>
      <w:r w:rsidR="00331FEA">
        <w:t>i</w:t>
      </w:r>
      <w:r>
        <w:t>nternet today in relation to the organizations and technologies you have just researched. Then answer the following questions.</w:t>
      </w:r>
    </w:p>
    <w:p w14:paraId="4E4D096F" w14:textId="77777777" w:rsidR="008A5A8D" w:rsidRDefault="008A5A8D" w:rsidP="008A5A8D">
      <w:pPr>
        <w:pStyle w:val="Heading3"/>
      </w:pPr>
      <w:r>
        <w:t>Questions:</w:t>
      </w:r>
    </w:p>
    <w:p w14:paraId="7C6FC595" w14:textId="77777777" w:rsidR="003D771E" w:rsidRDefault="003D771E" w:rsidP="008A5A8D">
      <w:pPr>
        <w:pStyle w:val="ReflectionQ"/>
        <w:keepNext w:val="0"/>
        <w:numPr>
          <w:ilvl w:val="0"/>
          <w:numId w:val="11"/>
        </w:numPr>
        <w:spacing w:before="0"/>
      </w:pPr>
      <w:r>
        <w:t xml:space="preserve">How do the </w:t>
      </w:r>
      <w:r w:rsidR="00331FEA">
        <w:t>i</w:t>
      </w:r>
      <w:r>
        <w:t>nternet standards allow for greater commerce? What potential problems could we have if we did not have the IEEE?</w:t>
      </w:r>
    </w:p>
    <w:p w14:paraId="66FBD24C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65BFA079" w14:textId="77777777" w:rsidR="003D771E" w:rsidRDefault="003D771E" w:rsidP="00C51146">
      <w:pPr>
        <w:pStyle w:val="ReflectionQ"/>
        <w:numPr>
          <w:ilvl w:val="0"/>
          <w:numId w:val="11"/>
        </w:numPr>
      </w:pPr>
      <w:r>
        <w:t>What potential problems could we have if we did not have the W3C?</w:t>
      </w:r>
    </w:p>
    <w:p w14:paraId="037C2D42" w14:textId="77777777" w:rsidR="003D771E" w:rsidRPr="00076AD3" w:rsidRDefault="003D771E" w:rsidP="00835C97">
      <w:pPr>
        <w:pStyle w:val="AnswerLineL25"/>
        <w:spacing w:before="300" w:after="300"/>
      </w:pPr>
      <w:r>
        <w:t>Type your answers here.</w:t>
      </w:r>
    </w:p>
    <w:p w14:paraId="4DE0F4A6" w14:textId="77777777" w:rsidR="003D771E" w:rsidRDefault="003D771E" w:rsidP="00C51146">
      <w:pPr>
        <w:pStyle w:val="ReflectionQ"/>
        <w:numPr>
          <w:ilvl w:val="0"/>
          <w:numId w:val="11"/>
        </w:numPr>
      </w:pPr>
      <w:r>
        <w:t>What can we learn from the example of the Wi-Fi Alliance with regard to the necessity of networking standards?</w:t>
      </w:r>
    </w:p>
    <w:p w14:paraId="4A165C92" w14:textId="77777777" w:rsidR="003D771E" w:rsidRPr="00076AD3" w:rsidRDefault="003D771E" w:rsidP="00835C97">
      <w:pPr>
        <w:pStyle w:val="AnswerLineL25"/>
        <w:spacing w:before="400" w:after="400"/>
      </w:pPr>
      <w:r>
        <w:t>Type your answers here.</w:t>
      </w:r>
    </w:p>
    <w:p w14:paraId="56EA25D4" w14:textId="77777777" w:rsidR="00C162C0" w:rsidRPr="003D771E" w:rsidRDefault="003D771E" w:rsidP="003D771E">
      <w:pPr>
        <w:pStyle w:val="ConfigWindow"/>
        <w:rPr>
          <w:rStyle w:val="DevConfigGray"/>
          <w:rFonts w:ascii="Arial" w:hAnsi="Arial"/>
          <w:color w:val="FFFFFF" w:themeColor="background1"/>
          <w:sz w:val="6"/>
          <w:shd w:val="clear" w:color="auto" w:fill="auto"/>
        </w:rPr>
      </w:pPr>
      <w:r w:rsidRPr="003D771E">
        <w:rPr>
          <w:rStyle w:val="DevConfigGray"/>
          <w:rFonts w:ascii="Arial" w:hAnsi="Arial"/>
          <w:color w:val="FFFFFF" w:themeColor="background1"/>
          <w:sz w:val="6"/>
          <w:shd w:val="clear" w:color="auto" w:fill="auto"/>
        </w:rPr>
        <w:t>End of Document</w:t>
      </w:r>
    </w:p>
    <w:sectPr w:rsidR="00C162C0" w:rsidRPr="003D771E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1B078" w14:textId="77777777" w:rsidR="009D652D" w:rsidRDefault="009D652D" w:rsidP="00710659">
      <w:pPr>
        <w:spacing w:after="0" w:line="240" w:lineRule="auto"/>
      </w:pPr>
      <w:r>
        <w:separator/>
      </w:r>
    </w:p>
    <w:p w14:paraId="773B952D" w14:textId="77777777" w:rsidR="009D652D" w:rsidRDefault="009D652D"/>
  </w:endnote>
  <w:endnote w:type="continuationSeparator" w:id="0">
    <w:p w14:paraId="24342297" w14:textId="77777777" w:rsidR="009D652D" w:rsidRDefault="009D652D" w:rsidP="00710659">
      <w:pPr>
        <w:spacing w:after="0" w:line="240" w:lineRule="auto"/>
      </w:pPr>
      <w:r>
        <w:continuationSeparator/>
      </w:r>
    </w:p>
    <w:p w14:paraId="7F1FCBED" w14:textId="77777777" w:rsidR="009D652D" w:rsidRDefault="009D6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99B98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7D792" w14:textId="325631F3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596C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4594C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A2CB0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A2CB0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87F9D" w14:textId="79F6B344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596C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4594C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A2CB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A2CB0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A1645" w14:textId="77777777" w:rsidR="009D652D" w:rsidRDefault="009D652D" w:rsidP="00710659">
      <w:pPr>
        <w:spacing w:after="0" w:line="240" w:lineRule="auto"/>
      </w:pPr>
      <w:r>
        <w:separator/>
      </w:r>
    </w:p>
    <w:p w14:paraId="2CD52B29" w14:textId="77777777" w:rsidR="009D652D" w:rsidRDefault="009D652D"/>
  </w:footnote>
  <w:footnote w:type="continuationSeparator" w:id="0">
    <w:p w14:paraId="6A2EFA7F" w14:textId="77777777" w:rsidR="009D652D" w:rsidRDefault="009D652D" w:rsidP="00710659">
      <w:pPr>
        <w:spacing w:after="0" w:line="240" w:lineRule="auto"/>
      </w:pPr>
      <w:r>
        <w:continuationSeparator/>
      </w:r>
    </w:p>
    <w:p w14:paraId="274CBBFF" w14:textId="77777777" w:rsidR="009D652D" w:rsidRDefault="009D6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96C8F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BDB86804FC9F4324A8584DFE081CE98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A8ABE9C" w14:textId="77777777" w:rsidR="00926CB2" w:rsidRDefault="00002C3E" w:rsidP="008402F2">
        <w:pPr>
          <w:pStyle w:val="PageHead"/>
        </w:pPr>
        <w:r>
          <w:t>Lab - Research Networking Standards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CF6E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8EE128B" wp14:editId="204A2741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8466A94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7E1B20DF"/>
    <w:multiLevelType w:val="hybridMultilevel"/>
    <w:tmpl w:val="8C923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96C"/>
    <w:rsid w:val="00001BDF"/>
    <w:rsid w:val="00002C3E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596C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AB0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38E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5EE7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1FEA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D771E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5B52"/>
    <w:rsid w:val="00473E34"/>
    <w:rsid w:val="00476BA9"/>
    <w:rsid w:val="00481650"/>
    <w:rsid w:val="004936C2"/>
    <w:rsid w:val="0049379C"/>
    <w:rsid w:val="004A1CA0"/>
    <w:rsid w:val="004A22E9"/>
    <w:rsid w:val="004A2CB0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51D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5C97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5A8D"/>
    <w:rsid w:val="008B06D4"/>
    <w:rsid w:val="008B4F20"/>
    <w:rsid w:val="008B68E7"/>
    <w:rsid w:val="008B7FFD"/>
    <w:rsid w:val="008C286A"/>
    <w:rsid w:val="008C2920"/>
    <w:rsid w:val="008C4307"/>
    <w:rsid w:val="008D23DF"/>
    <w:rsid w:val="008D3816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878DE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C50"/>
    <w:rsid w:val="009D2C27"/>
    <w:rsid w:val="009D503E"/>
    <w:rsid w:val="009D652D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355F"/>
    <w:rsid w:val="00B2496B"/>
    <w:rsid w:val="00B27499"/>
    <w:rsid w:val="00B3010D"/>
    <w:rsid w:val="00B35151"/>
    <w:rsid w:val="00B433F2"/>
    <w:rsid w:val="00B458E8"/>
    <w:rsid w:val="00B4594C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1146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145E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05E5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E6CEE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3C2D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25F753"/>
  <w15:docId w15:val="{80E980E2-25D2-4DBB-B6FD-16D6E466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3D771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3D771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3D771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31FEA"/>
    <w:pPr>
      <w:keepNext/>
      <w:spacing w:before="0" w:after="0" w:line="240" w:lineRule="auto"/>
      <w:outlineLvl w:val="2"/>
    </w:pPr>
    <w:rPr>
      <w:rFonts w:eastAsia="Times New Roman"/>
      <w:b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35C9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D771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D771E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D771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D771E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C51146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331FEA"/>
    <w:rPr>
      <w:rFonts w:eastAsia="Times New Roman"/>
      <w:b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3D771E"/>
    <w:pPr>
      <w:numPr>
        <w:numId w:val="10"/>
      </w:numPr>
    </w:pPr>
  </w:style>
  <w:style w:type="character" w:styleId="Hyperlink">
    <w:name w:val="Hyperlink"/>
    <w:unhideWhenUsed/>
    <w:rsid w:val="003D77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7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B86804FC9F4324A8584DFE081CE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3A2D4-8809-4FA4-96FB-5F0E527830A9}"/>
      </w:docPartPr>
      <w:docPartBody>
        <w:p w:rsidR="00992300" w:rsidRDefault="00F66892">
          <w:pPr>
            <w:pStyle w:val="BDB86804FC9F4324A8584DFE081CE98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892"/>
    <w:rsid w:val="00112008"/>
    <w:rsid w:val="001303F7"/>
    <w:rsid w:val="001715A8"/>
    <w:rsid w:val="00463A75"/>
    <w:rsid w:val="00992300"/>
    <w:rsid w:val="00DB20EE"/>
    <w:rsid w:val="00DF6A78"/>
    <w:rsid w:val="00F6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DB86804FC9F4324A8584DFE081CE98C">
    <w:name w:val="BDB86804FC9F4324A8584DFE081CE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572BD-4A44-49E6-ABAB-1225BBD5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Research Networking Standards</vt:lpstr>
    </vt:vector>
  </TitlesOfParts>
  <Company>Cisco Systems, Inc.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Research Networking Standards</dc:title>
  <dc:creator>SP</dc:creator>
  <dc:description>2015</dc:description>
  <cp:lastModifiedBy>Suk-Yi Pennock -X (spennock - UNICON INC at Cisco)</cp:lastModifiedBy>
  <cp:revision>6</cp:revision>
  <cp:lastPrinted>2019-12-06T15:53:00Z</cp:lastPrinted>
  <dcterms:created xsi:type="dcterms:W3CDTF">2019-11-25T21:10:00Z</dcterms:created>
  <dcterms:modified xsi:type="dcterms:W3CDTF">2019-12-06T15:54:00Z</dcterms:modified>
</cp:coreProperties>
</file>